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8B5D94">
        <w:rPr>
          <w:rFonts w:ascii="Times New Roman" w:hAnsi="Times New Roman" w:cs="Times New Roman"/>
          <w:b/>
          <w:sz w:val="24"/>
          <w:szCs w:val="24"/>
        </w:rPr>
        <w:t>III</w:t>
      </w:r>
    </w:p>
    <w:p w:rsidR="008C7713" w:rsidRP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MODELO DO TERMO DE VISTORIA TÉCNICA</w:t>
      </w:r>
      <w:r w:rsidR="00DC2F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5449" w:rsidRDefault="00265449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C7713" w:rsidRPr="008C7713" w:rsidRDefault="008C7713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1. TERMO DE VISTORIA TÉCNICA</w:t>
      </w:r>
    </w:p>
    <w:p w:rsidR="008C7713" w:rsidRDefault="008C7713" w:rsidP="008C7713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Certifico sob as penas da lei que a empresa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&lt;NOME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inscrita no Cadastro Nacional de Pessoa Jurídica, CNPJ/MF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&lt;CNPJ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com sede na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&lt;ENDEREÇO DA EMPRESA&gt;</w:t>
      </w:r>
      <w:r w:rsidRPr="008C7713">
        <w:rPr>
          <w:rFonts w:ascii="Times New Roman" w:hAnsi="Times New Roman" w:cs="Times New Roman"/>
          <w:sz w:val="24"/>
          <w:szCs w:val="24"/>
        </w:rPr>
        <w:t>, por intermédio de seu representante legal, do(a) Senhor(a)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&lt;REPRESENTANTE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, portador(a) da carteira de identidade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&lt;RG DO REPRESENTANTE LEGAL&gt;,</w:t>
      </w:r>
      <w:r w:rsidRPr="008C7713">
        <w:rPr>
          <w:rFonts w:ascii="Times New Roman" w:hAnsi="Times New Roman" w:cs="Times New Roman"/>
          <w:sz w:val="24"/>
          <w:szCs w:val="24"/>
        </w:rPr>
        <w:t xml:space="preserve"> expedida pela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&lt;ÓRGÃO EXPEDIDOR DP DOCUMENTO&gt;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e do cadastro de Pessoa Física, CPF/MF,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&lt;CPF DO REPRESENTANTE LEGAL&gt;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</w:rPr>
        <w:t>visitou as dependências do Conselho Regional dos Representantes Comerciais no Estado de São Paulo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 w:rsidRPr="008C7713">
        <w:rPr>
          <w:rFonts w:ascii="Times New Roman" w:hAnsi="Times New Roman" w:cs="Times New Roman"/>
          <w:sz w:val="24"/>
          <w:szCs w:val="24"/>
        </w:rPr>
        <w:t xml:space="preserve">, tomando conhecimento dos locais onde serão prestados os serviços objeto do Pregão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>Eletrônico</w:t>
      </w:r>
      <w:r w:rsidR="0020301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 xml:space="preserve">nº. </w:t>
      </w:r>
      <w:r w:rsidR="00265449">
        <w:rPr>
          <w:rFonts w:ascii="Times New Roman" w:hAnsi="Times New Roman" w:cs="Times New Roman"/>
          <w:sz w:val="24"/>
          <w:szCs w:val="24"/>
          <w:highlight w:val="yellow"/>
        </w:rPr>
        <w:t>&lt;NUMERO DO PREGÃO/ANO&gt;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estando plenamente consciente da infraestrutura que tem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C7713">
        <w:rPr>
          <w:rFonts w:ascii="Times New Roman" w:hAnsi="Times New Roman" w:cs="Times New Roman"/>
          <w:sz w:val="24"/>
          <w:szCs w:val="24"/>
        </w:rPr>
        <w:t xml:space="preserve"> disposição, das metodologias e das condições para a prestação dos serviços. </w:t>
      </w: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713" w:rsidRPr="007C04E2" w:rsidRDefault="008C7713" w:rsidP="008C771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São Paulo/SP,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:rsidR="007C04E2" w:rsidRPr="007C04E2" w:rsidRDefault="007C04E2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:rsidR="008C7713" w:rsidRDefault="007C04E2" w:rsidP="007C04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São Paulo/SP, &lt;DIA&gt; de &lt;MÊS&gt; de &lt;ANO&gt;</w:t>
      </w:r>
    </w:p>
    <w:p w:rsidR="008C7713" w:rsidRDefault="008C7713" w:rsidP="008C7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Representante da Empresa</w:t>
      </w: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A460C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Representante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</w:p>
    <w:p w:rsidR="0020301E" w:rsidRDefault="0020301E" w:rsidP="0020301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ANEXO </w:t>
      </w:r>
      <w:r w:rsidR="00450839">
        <w:rPr>
          <w:rFonts w:ascii="Times New Roman" w:hAnsi="Times New Roman" w:cs="Times New Roman"/>
          <w:b/>
          <w:sz w:val="24"/>
          <w:szCs w:val="24"/>
        </w:rPr>
        <w:t>III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.I</w:t>
      </w: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MODELO DE RECUSA DE VISTORIA TÉCNICA </w:t>
      </w: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F76" w:rsidRPr="00DC2F76" w:rsidRDefault="00DC2F76" w:rsidP="00DC2F7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1. DECLARAÇÃO DE DISPENSA DE VISTORIA </w:t>
      </w:r>
    </w:p>
    <w:p w:rsidR="00DC2F76" w:rsidRDefault="00DC2F76" w:rsidP="00DC2F76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</w:rPr>
        <w:t xml:space="preserve">A empresa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, CNPJ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por intermédio do(a) Senhor(a)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indicado expressamente como seu representante, declara ter conhecimento do serviço a ser prestado através do Edital e seus Anexos, dispensando a necessidade da vistoria “in loco” prevista no Edital do Pregão Eletrônico </w:t>
      </w:r>
      <w:proofErr w:type="gramStart"/>
      <w:r w:rsidRPr="00DC2F76">
        <w:rPr>
          <w:rFonts w:ascii="Times New Roman" w:hAnsi="Times New Roman" w:cs="Times New Roman"/>
          <w:sz w:val="24"/>
          <w:szCs w:val="24"/>
        </w:rPr>
        <w:t>nº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.&lt;</w:t>
      </w:r>
      <w:proofErr w:type="spellStart"/>
      <w:proofErr w:type="gram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. Declara, ainda, que se responsabiliza pela dispensa e por situações supervenientes. Declaro que me foi dado acesso às dependências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2F76">
        <w:rPr>
          <w:rFonts w:ascii="Times New Roman" w:hAnsi="Times New Roman" w:cs="Times New Roman"/>
          <w:sz w:val="24"/>
          <w:szCs w:val="24"/>
        </w:rPr>
        <w:t xml:space="preserve">através de cláusula expressa no Edital e anexos, ao qual dispensei por ter conhecimento suficiente para a prestação dos serviços com as informações constantes do Termo de Referência e Edital. </w:t>
      </w: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:rsid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, &lt;DIA&gt; de &lt;MÊS&gt; de &lt;ANO&gt;</w:t>
      </w:r>
    </w:p>
    <w:p w:rsidR="00DC2F76" w:rsidRDefault="00DC2F76" w:rsidP="00DC2F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</w:t>
      </w:r>
    </w:p>
    <w:p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Representante da Empresa</w:t>
      </w:r>
    </w:p>
    <w:sectPr w:rsidR="00DC2F76" w:rsidRPr="00DC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13"/>
    <w:rsid w:val="0020301E"/>
    <w:rsid w:val="00265449"/>
    <w:rsid w:val="00450839"/>
    <w:rsid w:val="007C04E2"/>
    <w:rsid w:val="008B5D94"/>
    <w:rsid w:val="008C7713"/>
    <w:rsid w:val="009A460C"/>
    <w:rsid w:val="00A615F0"/>
    <w:rsid w:val="00DC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E57F"/>
  <w15:chartTrackingRefBased/>
  <w15:docId w15:val="{4B70DA30-6A49-4084-81B1-E363C46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Graziella Paula Atum Dorta</cp:lastModifiedBy>
  <cp:revision>5</cp:revision>
  <dcterms:created xsi:type="dcterms:W3CDTF">2024-11-25T20:36:00Z</dcterms:created>
  <dcterms:modified xsi:type="dcterms:W3CDTF">2025-04-02T17:08:00Z</dcterms:modified>
</cp:coreProperties>
</file>